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3429A" w14:paraId="6A904D84" w14:textId="77777777" w:rsidTr="00050DA7">
        <w:tc>
          <w:tcPr>
            <w:tcW w:w="4428" w:type="dxa"/>
          </w:tcPr>
          <w:p w14:paraId="757C0F18" w14:textId="77777777" w:rsidR="000348ED" w:rsidRPr="00F3429A" w:rsidRDefault="005D05AC" w:rsidP="00F3429A">
            <w:pPr>
              <w:tabs>
                <w:tab w:val="left" w:pos="851"/>
              </w:tabs>
            </w:pPr>
            <w:r w:rsidRPr="00F3429A">
              <w:t>From:</w:t>
            </w:r>
            <w:r w:rsidRPr="00F3429A">
              <w:tab/>
            </w:r>
            <w:r w:rsidR="00F3429A" w:rsidRPr="00F3429A">
              <w:t xml:space="preserve">e-NAV </w:t>
            </w:r>
            <w:r w:rsidRPr="00F3429A">
              <w:t>C</w:t>
            </w:r>
            <w:r w:rsidR="00050DA7" w:rsidRPr="00F3429A">
              <w:t>ommittee</w:t>
            </w:r>
          </w:p>
        </w:tc>
        <w:tc>
          <w:tcPr>
            <w:tcW w:w="5461" w:type="dxa"/>
          </w:tcPr>
          <w:p w14:paraId="335BF9F0" w14:textId="77777777" w:rsidR="000348ED" w:rsidRPr="00F3429A" w:rsidRDefault="003C0E66" w:rsidP="00650964">
            <w:pPr>
              <w:jc w:val="right"/>
            </w:pPr>
            <w:r>
              <w:t>e-NAV12</w:t>
            </w:r>
            <w:r w:rsidR="00650964">
              <w:t>/</w:t>
            </w:r>
            <w:r>
              <w:t>output</w:t>
            </w:r>
            <w:r w:rsidR="00650964">
              <w:t>/</w:t>
            </w:r>
            <w:r>
              <w:t xml:space="preserve">7 </w:t>
            </w:r>
          </w:p>
        </w:tc>
      </w:tr>
      <w:tr w:rsidR="000348ED" w:rsidRPr="00F3429A" w14:paraId="77486603" w14:textId="77777777" w:rsidTr="00050DA7">
        <w:tc>
          <w:tcPr>
            <w:tcW w:w="4428" w:type="dxa"/>
          </w:tcPr>
          <w:p w14:paraId="3CFABF48" w14:textId="77777777" w:rsidR="000348ED" w:rsidRPr="00F3429A" w:rsidRDefault="005D05AC" w:rsidP="00F3429A">
            <w:pPr>
              <w:tabs>
                <w:tab w:val="left" w:pos="851"/>
              </w:tabs>
            </w:pPr>
            <w:r w:rsidRPr="00F3429A">
              <w:t>To:</w:t>
            </w:r>
            <w:r w:rsidRPr="00F3429A">
              <w:tab/>
            </w:r>
            <w:r w:rsidR="00F3429A">
              <w:t xml:space="preserve">EEP </w:t>
            </w:r>
            <w:r w:rsidR="00902AA4" w:rsidRPr="00F3429A">
              <w:t>Committee</w:t>
            </w:r>
          </w:p>
        </w:tc>
        <w:tc>
          <w:tcPr>
            <w:tcW w:w="5461" w:type="dxa"/>
          </w:tcPr>
          <w:p w14:paraId="7A89106F" w14:textId="77777777" w:rsidR="000348ED" w:rsidRPr="00F3429A" w:rsidRDefault="00F3429A" w:rsidP="00F3429A">
            <w:pPr>
              <w:jc w:val="right"/>
            </w:pPr>
            <w:r w:rsidRPr="00F3429A">
              <w:t>28 September 2012</w:t>
            </w:r>
          </w:p>
        </w:tc>
      </w:tr>
    </w:tbl>
    <w:p w14:paraId="2F7E6C50" w14:textId="77777777" w:rsidR="00EB31D0" w:rsidRDefault="00EB31D0" w:rsidP="005D05AC">
      <w:pPr>
        <w:pStyle w:val="Title"/>
        <w:spacing w:after="120"/>
        <w:rPr>
          <w:color w:val="000000"/>
        </w:rPr>
      </w:pPr>
    </w:p>
    <w:p w14:paraId="200E1035" w14:textId="77777777" w:rsidR="000348ED" w:rsidRDefault="00F3429A" w:rsidP="005D05AC">
      <w:pPr>
        <w:pStyle w:val="Title"/>
        <w:spacing w:after="120"/>
        <w:rPr>
          <w:color w:val="000000"/>
        </w:rPr>
      </w:pPr>
      <w:r w:rsidRPr="00F3429A">
        <w:rPr>
          <w:color w:val="000000"/>
        </w:rPr>
        <w:t>Liaison note to the EEP Committee</w:t>
      </w:r>
    </w:p>
    <w:p w14:paraId="0FB08D1F" w14:textId="03229BB5" w:rsidR="004922AC" w:rsidRDefault="004922AC" w:rsidP="005D05AC">
      <w:pPr>
        <w:pStyle w:val="Title"/>
        <w:spacing w:after="120"/>
        <w:rPr>
          <w:color w:val="000000"/>
        </w:rPr>
      </w:pPr>
      <w:r>
        <w:rPr>
          <w:color w:val="000000"/>
        </w:rPr>
        <w:t>e-Navigation</w:t>
      </w:r>
    </w:p>
    <w:p w14:paraId="56907E3F" w14:textId="77777777" w:rsidR="00EB31D0" w:rsidRPr="00F3429A" w:rsidRDefault="00EB31D0" w:rsidP="005D05AC">
      <w:pPr>
        <w:pStyle w:val="Title"/>
        <w:spacing w:after="120"/>
      </w:pPr>
    </w:p>
    <w:p w14:paraId="00480B2F" w14:textId="77777777" w:rsidR="0064435F" w:rsidRPr="00F3429A" w:rsidRDefault="0064435F" w:rsidP="00135447">
      <w:pPr>
        <w:pStyle w:val="Heading1"/>
        <w:rPr>
          <w:lang w:val="en-GB"/>
        </w:rPr>
      </w:pPr>
      <w:r w:rsidRPr="00F3429A">
        <w:rPr>
          <w:lang w:val="en-GB"/>
        </w:rPr>
        <w:t>Introduction</w:t>
      </w:r>
    </w:p>
    <w:p w14:paraId="66E1CACF" w14:textId="5B52B15F" w:rsidR="002054E2" w:rsidRDefault="00F3429A" w:rsidP="00002906">
      <w:pPr>
        <w:pStyle w:val="BodyText"/>
      </w:pPr>
      <w:r w:rsidRPr="00F3429A">
        <w:t xml:space="preserve">The e-NAV Committee </w:t>
      </w:r>
      <w:r w:rsidR="00520BFD">
        <w:t xml:space="preserve">has been requested to respond to a </w:t>
      </w:r>
      <w:r w:rsidR="00EB31D0">
        <w:t xml:space="preserve">liaison note </w:t>
      </w:r>
      <w:r w:rsidR="00520BFD">
        <w:t xml:space="preserve">from the EEP Committee </w:t>
      </w:r>
      <w:r w:rsidR="00ED09F8">
        <w:t>(EEP18</w:t>
      </w:r>
      <w:r w:rsidR="004922AC">
        <w:t>/</w:t>
      </w:r>
      <w:r w:rsidRPr="00F3429A">
        <w:t>output</w:t>
      </w:r>
      <w:r w:rsidR="004922AC">
        <w:t>/</w:t>
      </w:r>
      <w:r w:rsidRPr="00F3429A">
        <w:t>2</w:t>
      </w:r>
      <w:r w:rsidR="00EB31D0">
        <w:t xml:space="preserve"> refers</w:t>
      </w:r>
      <w:r w:rsidRPr="00F3429A">
        <w:t>)</w:t>
      </w:r>
      <w:r w:rsidR="00EB31D0">
        <w:t xml:space="preserve">. </w:t>
      </w:r>
    </w:p>
    <w:p w14:paraId="7F2E6500" w14:textId="1A5A83AE" w:rsidR="00B8247E" w:rsidRPr="00F3429A" w:rsidRDefault="002054E2" w:rsidP="00002906">
      <w:pPr>
        <w:pStyle w:val="BodyText"/>
      </w:pPr>
      <w:r>
        <w:t xml:space="preserve">By way of </w:t>
      </w:r>
      <w:r w:rsidR="00EB31D0">
        <w:t xml:space="preserve">background, EEP’s liaison </w:t>
      </w:r>
      <w:r w:rsidR="00ED09F8">
        <w:t xml:space="preserve">note </w:t>
      </w:r>
      <w:r w:rsidR="00EB31D0">
        <w:t>was</w:t>
      </w:r>
      <w:r w:rsidR="00520BFD">
        <w:t xml:space="preserve">, in turn, a reply </w:t>
      </w:r>
      <w:r w:rsidR="00EB31D0">
        <w:t>to a request from the e-NAV Committee (e-NAV</w:t>
      </w:r>
      <w:r>
        <w:t>9</w:t>
      </w:r>
      <w:r w:rsidR="004922AC">
        <w:t>/</w:t>
      </w:r>
      <w:r>
        <w:t>output</w:t>
      </w:r>
      <w:r w:rsidR="004922AC">
        <w:t>/</w:t>
      </w:r>
      <w:r>
        <w:t>20)</w:t>
      </w:r>
      <w:r w:rsidR="00EB31D0">
        <w:t>, seeking possible contribution to the development of e-navigation.</w:t>
      </w:r>
    </w:p>
    <w:p w14:paraId="31E5BE9E" w14:textId="77777777" w:rsidR="00902AA4" w:rsidRPr="00F3429A" w:rsidRDefault="00EB31D0" w:rsidP="00135447">
      <w:pPr>
        <w:pStyle w:val="Heading1"/>
        <w:rPr>
          <w:lang w:val="en-GB"/>
        </w:rPr>
      </w:pPr>
      <w:r>
        <w:rPr>
          <w:lang w:val="en-GB"/>
        </w:rPr>
        <w:t xml:space="preserve">Discussion </w:t>
      </w:r>
    </w:p>
    <w:p w14:paraId="55CE7290" w14:textId="77777777" w:rsidR="00902AA4" w:rsidRPr="00542EB3" w:rsidRDefault="00EB31D0" w:rsidP="004922AC">
      <w:pPr>
        <w:pStyle w:val="BodyText"/>
      </w:pPr>
      <w:bookmarkStart w:id="0" w:name="_GoBack"/>
      <w:r w:rsidRPr="00542EB3">
        <w:t xml:space="preserve">One of the primary </w:t>
      </w:r>
      <w:r w:rsidR="002054E2" w:rsidRPr="00542EB3">
        <w:t xml:space="preserve">aims </w:t>
      </w:r>
      <w:r w:rsidRPr="00542EB3">
        <w:t xml:space="preserve">of e-navigation </w:t>
      </w:r>
      <w:r w:rsidR="002054E2" w:rsidRPr="00542EB3">
        <w:t xml:space="preserve">is to </w:t>
      </w:r>
      <w:r w:rsidRPr="00542EB3">
        <w:t xml:space="preserve">improve the reliablity and robustness of navigation </w:t>
      </w:r>
      <w:r w:rsidR="006576E9" w:rsidRPr="00542EB3">
        <w:t>systems</w:t>
      </w:r>
      <w:r w:rsidR="002054E2" w:rsidRPr="00542EB3">
        <w:t xml:space="preserve">. To further this work, </w:t>
      </w:r>
      <w:r w:rsidRPr="00542EB3">
        <w:t xml:space="preserve">a concept for </w:t>
      </w:r>
      <w:r w:rsidR="00F3429A" w:rsidRPr="00542EB3">
        <w:t>Maritime Services Portfolios</w:t>
      </w:r>
      <w:r w:rsidRPr="00542EB3">
        <w:t xml:space="preserve"> </w:t>
      </w:r>
      <w:r w:rsidR="002054E2" w:rsidRPr="00542EB3">
        <w:t xml:space="preserve">(MSP) </w:t>
      </w:r>
      <w:r w:rsidRPr="00542EB3">
        <w:t xml:space="preserve">is being developed.  </w:t>
      </w:r>
      <w:r w:rsidR="002054E2" w:rsidRPr="00542EB3">
        <w:t xml:space="preserve">MSP will </w:t>
      </w:r>
      <w:r w:rsidR="00ED09F8" w:rsidRPr="00542EB3">
        <w:t xml:space="preserve">include a registry and defintions for </w:t>
      </w:r>
      <w:r w:rsidRPr="00542EB3">
        <w:t>service provision</w:t>
      </w:r>
      <w:r w:rsidR="00ED09F8" w:rsidRPr="00542EB3">
        <w:t xml:space="preserve"> and quality.  The concept of MSP will exceed the </w:t>
      </w:r>
      <w:r w:rsidR="002054E2" w:rsidRPr="00542EB3">
        <w:t>scope of</w:t>
      </w:r>
      <w:r w:rsidRPr="00542EB3">
        <w:t xml:space="preserve"> e-navigation</w:t>
      </w:r>
      <w:r w:rsidR="00ED09F8" w:rsidRPr="00542EB3">
        <w:t xml:space="preserve"> (being defined as by electronic means).  MSPs </w:t>
      </w:r>
      <w:r w:rsidRPr="00542EB3">
        <w:t>may</w:t>
      </w:r>
      <w:r w:rsidR="00ED09F8" w:rsidRPr="00542EB3">
        <w:t xml:space="preserve"> therefore</w:t>
      </w:r>
      <w:r w:rsidRPr="00542EB3">
        <w:t xml:space="preserve"> impact on the provision of conventional aids to navigation.</w:t>
      </w:r>
    </w:p>
    <w:p w14:paraId="6C0DDCDF" w14:textId="77777777" w:rsidR="00F3429A" w:rsidRPr="00F3429A" w:rsidRDefault="006576E9" w:rsidP="004922AC">
      <w:pPr>
        <w:pStyle w:val="BodyText"/>
      </w:pPr>
      <w:r>
        <w:t xml:space="preserve">As </w:t>
      </w:r>
      <w:r w:rsidR="00EB31D0">
        <w:t>elec</w:t>
      </w:r>
      <w:r>
        <w:t>tronic</w:t>
      </w:r>
      <w:r w:rsidR="002054E2">
        <w:t xml:space="preserve"> navigation technology evolves, new equipment may need to be established </w:t>
      </w:r>
      <w:r w:rsidR="00E03262">
        <w:t>at exis</w:t>
      </w:r>
      <w:r>
        <w:t>ting si</w:t>
      </w:r>
      <w:r w:rsidR="002054E2">
        <w:t xml:space="preserve">tes </w:t>
      </w:r>
      <w:r>
        <w:t>(</w:t>
      </w:r>
      <w:r w:rsidR="00ED09F8">
        <w:t>sites</w:t>
      </w:r>
      <w:r>
        <w:t xml:space="preserve"> and </w:t>
      </w:r>
      <w:r w:rsidR="00ED09F8">
        <w:t xml:space="preserve">their </w:t>
      </w:r>
      <w:r>
        <w:t>power sources may need to be enhanced).</w:t>
      </w:r>
    </w:p>
    <w:p w14:paraId="10B51DAF" w14:textId="6FB359FD" w:rsidR="00E93C9B" w:rsidRPr="00542EB3" w:rsidRDefault="00ED09F8" w:rsidP="004922AC">
      <w:pPr>
        <w:pStyle w:val="BodyText"/>
      </w:pPr>
      <w:r>
        <w:t>A</w:t>
      </w:r>
      <w:r w:rsidR="002054E2">
        <w:t xml:space="preserve"> balance will be required in the provision of </w:t>
      </w:r>
      <w:r w:rsidR="006576E9">
        <w:t>tradition</w:t>
      </w:r>
      <w:r w:rsidR="002054E2">
        <w:t xml:space="preserve">al aids </w:t>
      </w:r>
      <w:r w:rsidR="006576E9">
        <w:t>an</w:t>
      </w:r>
      <w:r w:rsidR="002054E2">
        <w:t>d e-navigatio</w:t>
      </w:r>
      <w:bookmarkEnd w:id="0"/>
      <w:r w:rsidR="002054E2">
        <w:t>n.</w:t>
      </w:r>
    </w:p>
    <w:p w14:paraId="0F408916" w14:textId="77777777" w:rsidR="009F5C36" w:rsidRPr="00F3429A" w:rsidRDefault="00AA76C0" w:rsidP="00135447">
      <w:pPr>
        <w:pStyle w:val="Heading1"/>
        <w:rPr>
          <w:lang w:val="en-GB"/>
        </w:rPr>
      </w:pPr>
      <w:r w:rsidRPr="00F3429A">
        <w:rPr>
          <w:lang w:val="en-GB"/>
        </w:rPr>
        <w:t>Action requested</w:t>
      </w:r>
    </w:p>
    <w:p w14:paraId="39D7C18C" w14:textId="77777777" w:rsidR="00EB31D0" w:rsidRDefault="00EB31D0" w:rsidP="006576E9">
      <w:pPr>
        <w:pStyle w:val="BodyText"/>
      </w:pPr>
      <w:r>
        <w:t>The EEP C</w:t>
      </w:r>
      <w:r w:rsidR="00902AA4" w:rsidRPr="00F3429A">
        <w:t>ommittee is requested to</w:t>
      </w:r>
      <w:r w:rsidR="006576E9">
        <w:t xml:space="preserve"> c</w:t>
      </w:r>
      <w:r>
        <w:t>onsider the information provided.</w:t>
      </w:r>
    </w:p>
    <w:p w14:paraId="2528E650" w14:textId="77777777" w:rsidR="006576E9" w:rsidRDefault="006576E9" w:rsidP="006576E9">
      <w:pPr>
        <w:pStyle w:val="BodyText"/>
      </w:pPr>
    </w:p>
    <w:p w14:paraId="17299A0A" w14:textId="4E90239D" w:rsidR="00630F7F" w:rsidRPr="00542EB3" w:rsidRDefault="006576E9" w:rsidP="00542EB3">
      <w:pPr>
        <w:pStyle w:val="BodyText"/>
        <w:jc w:val="center"/>
      </w:pPr>
      <w:r>
        <w:t>***</w:t>
      </w:r>
    </w:p>
    <w:sectPr w:rsidR="00630F7F" w:rsidRPr="00542EB3" w:rsidSect="005D05AC"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1391C6" w14:textId="77777777" w:rsidR="00F3429A" w:rsidRDefault="00F3429A" w:rsidP="00002906">
      <w:r>
        <w:separator/>
      </w:r>
    </w:p>
  </w:endnote>
  <w:endnote w:type="continuationSeparator" w:id="0">
    <w:p w14:paraId="5C0E38E4" w14:textId="77777777" w:rsidR="00F3429A" w:rsidRDefault="00F3429A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68FCE4" w14:textId="77777777" w:rsidR="00002906" w:rsidRDefault="00002906">
    <w:pPr>
      <w:pStyle w:val="Footer"/>
    </w:pPr>
    <w:r>
      <w:tab/>
    </w: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4922AC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072D47" w14:textId="77777777" w:rsidR="00F3429A" w:rsidRDefault="00F3429A" w:rsidP="00002906">
      <w:r>
        <w:separator/>
      </w:r>
    </w:p>
  </w:footnote>
  <w:footnote w:type="continuationSeparator" w:id="0">
    <w:p w14:paraId="13B571F2" w14:textId="77777777" w:rsidR="00F3429A" w:rsidRDefault="00F3429A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6598DA50"/>
    <w:lvl w:ilvl="0">
      <w:start w:val="1"/>
      <w:numFmt w:val="decimal"/>
      <w:pStyle w:val="List1"/>
      <w:lvlText w:val="%1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29A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2054E2"/>
    <w:rsid w:val="003C0E66"/>
    <w:rsid w:val="003D55DD"/>
    <w:rsid w:val="003E1831"/>
    <w:rsid w:val="00424954"/>
    <w:rsid w:val="004922AC"/>
    <w:rsid w:val="004C1386"/>
    <w:rsid w:val="004C220D"/>
    <w:rsid w:val="00520BFD"/>
    <w:rsid w:val="00542EB3"/>
    <w:rsid w:val="005D05AC"/>
    <w:rsid w:val="00630F7F"/>
    <w:rsid w:val="0064435F"/>
    <w:rsid w:val="00650964"/>
    <w:rsid w:val="006576E9"/>
    <w:rsid w:val="006D470F"/>
    <w:rsid w:val="00727E88"/>
    <w:rsid w:val="00775878"/>
    <w:rsid w:val="0080092C"/>
    <w:rsid w:val="00872453"/>
    <w:rsid w:val="008F13DD"/>
    <w:rsid w:val="00902AA4"/>
    <w:rsid w:val="009F3B6C"/>
    <w:rsid w:val="009F5C36"/>
    <w:rsid w:val="00A27F12"/>
    <w:rsid w:val="00A30579"/>
    <w:rsid w:val="00AA76C0"/>
    <w:rsid w:val="00AD673D"/>
    <w:rsid w:val="00B077EC"/>
    <w:rsid w:val="00B15B24"/>
    <w:rsid w:val="00B8247E"/>
    <w:rsid w:val="00CA04AF"/>
    <w:rsid w:val="00E03262"/>
    <w:rsid w:val="00E93C9B"/>
    <w:rsid w:val="00EB31D0"/>
    <w:rsid w:val="00ED09F8"/>
    <w:rsid w:val="00EE3F2F"/>
    <w:rsid w:val="00F3429A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43A27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tabs>
        <w:tab w:val="clear" w:pos="1134"/>
      </w:tabs>
      <w:spacing w:after="120"/>
      <w:ind w:left="567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tabs>
        <w:tab w:val="clear" w:pos="1134"/>
      </w:tabs>
      <w:spacing w:after="120"/>
      <w:ind w:left="567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e-NAV12\Output\e-NAV%2012%20Liaison%20to%20E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51F55-9EF8-0E44-9FA3-C559FD115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\Users\mxa\Desktop\e-NAV12\Output\e-NAV 12 Liaison to EEP.dotx</Template>
  <TotalTime>45</TotalTime>
  <Pages>1</Pages>
  <Words>185</Words>
  <Characters>1060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Alimchandani, Mahesh</dc:creator>
  <cp:lastModifiedBy>Michael Hadley</cp:lastModifiedBy>
  <cp:revision>9</cp:revision>
  <cp:lastPrinted>2012-09-27T10:00:00Z</cp:lastPrinted>
  <dcterms:created xsi:type="dcterms:W3CDTF">2012-09-26T09:40:00Z</dcterms:created>
  <dcterms:modified xsi:type="dcterms:W3CDTF">2012-09-27T12:49:00Z</dcterms:modified>
</cp:coreProperties>
</file>